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BE9FEC7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5C16C3">
        <w:rPr>
          <w:rFonts w:cs="Arial"/>
          <w:color w:val="000000"/>
          <w:sz w:val="22"/>
        </w:rPr>
        <w:t>22</w:t>
      </w:r>
      <w:r w:rsidR="00E0231B">
        <w:rPr>
          <w:rFonts w:cs="Arial"/>
          <w:color w:val="000000"/>
          <w:sz w:val="22"/>
        </w:rPr>
        <w:t>.0</w:t>
      </w:r>
      <w:r w:rsidR="005C16C3">
        <w:rPr>
          <w:rFonts w:cs="Arial"/>
          <w:color w:val="000000"/>
          <w:sz w:val="22"/>
        </w:rPr>
        <w:t>1</w:t>
      </w:r>
      <w:r w:rsidRPr="00316376">
        <w:rPr>
          <w:rFonts w:cs="Arial"/>
          <w:color w:val="000000"/>
          <w:sz w:val="22"/>
        </w:rPr>
        <w:t>.202</w:t>
      </w:r>
      <w:r w:rsidR="005C16C3">
        <w:rPr>
          <w:rFonts w:cs="Arial"/>
          <w:color w:val="000000"/>
          <w:sz w:val="22"/>
        </w:rPr>
        <w:t>6</w:t>
      </w:r>
      <w:r w:rsidRPr="00316376">
        <w:rPr>
          <w:rFonts w:cs="Arial"/>
          <w:color w:val="000000"/>
          <w:sz w:val="22"/>
        </w:rPr>
        <w:t xml:space="preserve"> nr JV-MAA-1/</w:t>
      </w:r>
      <w:r w:rsidR="008378CA">
        <w:rPr>
          <w:rFonts w:cs="Arial"/>
          <w:color w:val="000000"/>
          <w:sz w:val="22"/>
        </w:rPr>
        <w:t>239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69F2191" w14:textId="77777777" w:rsidR="00C02D56" w:rsidRDefault="00C02D56" w:rsidP="000505BA">
      <w:pPr>
        <w:rPr>
          <w:rFonts w:cs="Arial"/>
          <w:color w:val="000000"/>
          <w:sz w:val="22"/>
        </w:rPr>
      </w:pP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04FF11C0" w14:textId="77777777" w:rsidR="00C02D56" w:rsidRDefault="00C02D56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p w14:paraId="34A29487" w14:textId="77777777" w:rsidR="00C02D56" w:rsidRDefault="00C02D56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0505BA" w:rsidRPr="000B2E35" w14:paraId="5CF7D843" w14:textId="77777777" w:rsidTr="0038757D">
        <w:trPr>
          <w:trHeight w:val="417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38757D">
        <w:trPr>
          <w:trHeight w:val="4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38757D">
        <w:trPr>
          <w:trHeight w:val="272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38757D">
        <w:trPr>
          <w:trHeight w:val="421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38757D">
        <w:trPr>
          <w:trHeight w:val="6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38757D">
        <w:trPr>
          <w:trHeight w:val="94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38757D">
        <w:trPr>
          <w:trHeight w:val="93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38757D">
        <w:trPr>
          <w:trHeight w:val="93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655F3439" w:rsidR="000505BA" w:rsidRPr="000B2E35" w:rsidRDefault="00EF56E3" w:rsidP="0038757D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C26BE7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38757D">
        <w:trPr>
          <w:trHeight w:val="155"/>
        </w:trPr>
        <w:tc>
          <w:tcPr>
            <w:tcW w:w="3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38757D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7A1D69" w:rsidRPr="000B2E35" w14:paraId="1C1FBBD3" w14:textId="77777777" w:rsidTr="0038757D">
        <w:trPr>
          <w:trHeight w:val="580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7A1D69" w:rsidRPr="000B2E35" w:rsidRDefault="007A1D69" w:rsidP="007A1D69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7A1D69" w:rsidRPr="000B2E35" w:rsidRDefault="007A1D69" w:rsidP="007A1D6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CAE545C" w14:textId="032CB4F6" w:rsidR="007A1D69" w:rsidRPr="00743C7D" w:rsidRDefault="007A1D69" w:rsidP="007A1D69">
            <w:pPr>
              <w:rPr>
                <w:rFonts w:ascii="Times New Roman" w:hAnsi="Times New Roman"/>
                <w:i/>
                <w:iCs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>
              <w:rPr>
                <w:rFonts w:ascii="Times New Roman" w:hAnsi="Times New Roman"/>
                <w:lang w:val="et-EE"/>
              </w:rPr>
              <w:t xml:space="preserve">: </w:t>
            </w:r>
            <w:r w:rsidR="00BF5392">
              <w:rPr>
                <w:rFonts w:ascii="Times New Roman" w:hAnsi="Times New Roman"/>
              </w:rPr>
              <w:t>LC4231</w:t>
            </w:r>
          </w:p>
          <w:p w14:paraId="0BE2F00C" w14:textId="000366B5" w:rsidR="007A1D69" w:rsidRPr="000B2E35" w:rsidRDefault="007A1D69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3192F">
              <w:rPr>
                <w:rFonts w:ascii="Times New Roman" w:hAnsi="Times New Roman"/>
                <w:lang w:val="et-EE"/>
              </w:rPr>
              <w:t>„</w:t>
            </w:r>
            <w:r w:rsidR="00C57ECE">
              <w:rPr>
                <w:rFonts w:ascii="Times New Roman" w:hAnsi="Times New Roman"/>
                <w:lang w:val="et-EE"/>
              </w:rPr>
              <w:t>4 Tallinn- Pärnu- Ikla tee liitumine madalpingel</w:t>
            </w:r>
            <w:r w:rsidRPr="00A3192F">
              <w:rPr>
                <w:rFonts w:ascii="Times New Roman" w:hAnsi="Times New Roman"/>
                <w:lang w:val="et-EE"/>
              </w:rPr>
              <w:t xml:space="preserve">, Orgita küla, Märjamaa vald, Raplamaa“.  </w:t>
            </w:r>
          </w:p>
        </w:tc>
      </w:tr>
      <w:tr w:rsidR="007A1D69" w:rsidRPr="000B2E35" w14:paraId="70389172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7A1D69" w:rsidRPr="000B2E35" w:rsidRDefault="007A1D69" w:rsidP="007A1D69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93E587" w14:textId="4AEDD07C" w:rsidR="007A1D69" w:rsidRPr="007A2F74" w:rsidRDefault="007A1D69" w:rsidP="007A1D6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koostaja</w:t>
            </w:r>
            <w:r>
              <w:rPr>
                <w:rFonts w:ascii="Times New Roman" w:hAnsi="Times New Roman"/>
                <w:lang w:val="et-EE"/>
              </w:rPr>
              <w:t>:</w:t>
            </w:r>
            <w:r w:rsidRPr="00F966B4">
              <w:rPr>
                <w:rFonts w:ascii="Times New Roman" w:hAnsi="Times New Roman"/>
                <w:lang w:val="et-EE"/>
              </w:rPr>
              <w:t xml:space="preserve"> </w:t>
            </w:r>
            <w:r>
              <w:t xml:space="preserve"> </w:t>
            </w:r>
            <w:r w:rsidR="003049D6">
              <w:rPr>
                <w:rFonts w:ascii="Times New Roman" w:hAnsi="Times New Roman"/>
                <w:lang w:val="et-EE"/>
              </w:rPr>
              <w:t>Sander Kotter</w:t>
            </w:r>
          </w:p>
          <w:p w14:paraId="03D9515A" w14:textId="77777777" w:rsidR="007A1D69" w:rsidRPr="0048654C" w:rsidRDefault="007A1D69" w:rsidP="007A1D69">
            <w:pPr>
              <w:rPr>
                <w:rFonts w:ascii="Times New Roman" w:hAnsi="Times New Roman"/>
                <w:lang w:val="et-EE"/>
              </w:rPr>
            </w:pPr>
            <w:r w:rsidRPr="0048654C">
              <w:rPr>
                <w:rFonts w:ascii="Times New Roman" w:hAnsi="Times New Roman"/>
                <w:lang w:val="et-EE"/>
              </w:rPr>
              <w:t>Enersense A</w:t>
            </w:r>
            <w:r>
              <w:rPr>
                <w:rFonts w:ascii="Times New Roman" w:hAnsi="Times New Roman"/>
                <w:lang w:val="et-EE"/>
              </w:rPr>
              <w:t>S</w:t>
            </w:r>
            <w:r w:rsidRPr="0048654C">
              <w:rPr>
                <w:rFonts w:ascii="Times New Roman" w:hAnsi="Times New Roman"/>
                <w:lang w:val="et-EE"/>
              </w:rPr>
              <w:t xml:space="preserve"> </w:t>
            </w:r>
          </w:p>
          <w:p w14:paraId="293EFB39" w14:textId="2BD1EA24" w:rsidR="007A1D69" w:rsidRPr="000B2E35" w:rsidRDefault="00822BB5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S</w:t>
            </w:r>
            <w:r w:rsidR="003049D6">
              <w:rPr>
                <w:rFonts w:ascii="Times New Roman" w:hAnsi="Times New Roman"/>
                <w:lang w:val="et-EE"/>
              </w:rPr>
              <w:t>ander</w:t>
            </w:r>
            <w:r>
              <w:rPr>
                <w:rFonts w:ascii="Times New Roman" w:hAnsi="Times New Roman"/>
                <w:lang w:val="et-EE"/>
              </w:rPr>
              <w:t>.kotter</w:t>
            </w:r>
            <w:r w:rsidR="007A1D69" w:rsidRPr="0048654C">
              <w:rPr>
                <w:rFonts w:ascii="Times New Roman" w:hAnsi="Times New Roman"/>
                <w:lang w:val="et-EE"/>
              </w:rPr>
              <w:t>@enersense.com</w:t>
            </w:r>
          </w:p>
        </w:tc>
      </w:tr>
      <w:tr w:rsidR="007A1D69" w:rsidRPr="000B2E35" w14:paraId="7C575D97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7A1D69" w:rsidRPr="000B2E35" w:rsidRDefault="007A1D69" w:rsidP="007A1D69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9E7767" w14:textId="02F1DEA6" w:rsidR="007A1D69" w:rsidRPr="00B003A7" w:rsidRDefault="007A1D69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003A7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Pr="00B003A7">
              <w:rPr>
                <w:rFonts w:ascii="Times New Roman" w:hAnsi="Times New Roman"/>
              </w:rPr>
              <w:t xml:space="preserve"> </w:t>
            </w:r>
            <w:r w:rsidR="00822BB5">
              <w:rPr>
                <w:rFonts w:ascii="Times New Roman" w:hAnsi="Times New Roman"/>
              </w:rPr>
              <w:t>22</w:t>
            </w:r>
            <w:r w:rsidRPr="00B003A7">
              <w:rPr>
                <w:rFonts w:ascii="Times New Roman" w:hAnsi="Times New Roman"/>
                <w:lang w:val="et-EE"/>
              </w:rPr>
              <w:t>.</w:t>
            </w:r>
            <w:r w:rsidR="00822BB5">
              <w:rPr>
                <w:rFonts w:ascii="Times New Roman" w:hAnsi="Times New Roman"/>
                <w:lang w:val="et-EE"/>
              </w:rPr>
              <w:t>12</w:t>
            </w:r>
            <w:r w:rsidRPr="00B003A7">
              <w:rPr>
                <w:rFonts w:ascii="Times New Roman" w:hAnsi="Times New Roman"/>
                <w:lang w:val="et-EE"/>
              </w:rPr>
              <w:t>.2025  nr 7.1-2/25/</w:t>
            </w:r>
            <w:r w:rsidR="00A23077">
              <w:rPr>
                <w:rFonts w:ascii="Times New Roman" w:hAnsi="Times New Roman"/>
                <w:lang w:val="et-EE"/>
              </w:rPr>
              <w:t>20090-2</w:t>
            </w:r>
          </w:p>
        </w:tc>
      </w:tr>
      <w:tr w:rsidR="000505BA" w:rsidRPr="000B2E35" w14:paraId="5C928269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3EAE6C62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54164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561DD126" w14:textId="30057EFF" w:rsidR="00FE7954" w:rsidRDefault="00FB31D7" w:rsidP="0038757D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</w:p>
          <w:p w14:paraId="51DE69ED" w14:textId="77777777" w:rsidR="000505BA" w:rsidRPr="008E5621" w:rsidRDefault="000505BA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8C8BF5" w14:textId="3B9667A4" w:rsidR="005C2D13" w:rsidRDefault="00020A36" w:rsidP="002F17E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D106E6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>01:001:07</w:t>
            </w:r>
            <w:r w:rsidR="00D106E6">
              <w:rPr>
                <w:rFonts w:ascii="Times New Roman" w:hAnsi="Times New Roman"/>
                <w:lang w:val="et-EE"/>
              </w:rPr>
              <w:t>01</w:t>
            </w:r>
          </w:p>
          <w:p w14:paraId="57F182D7" w14:textId="608880D5" w:rsidR="005C2D13" w:rsidRDefault="00C26AB8" w:rsidP="002F17E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</w:t>
            </w:r>
            <w:r w:rsidR="007D457F">
              <w:rPr>
                <w:rFonts w:ascii="Times New Roman" w:hAnsi="Times New Roman"/>
                <w:lang w:val="et-EE"/>
              </w:rPr>
              <w:t>53531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33BCBFF1" w14:textId="7CEEDEE7" w:rsidR="00C26AB8" w:rsidRPr="00BB6882" w:rsidRDefault="007F5D8E" w:rsidP="002F17E4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065054" w:rsidRPr="00BB6882">
              <w:rPr>
                <w:rFonts w:ascii="Times New Roman" w:hAnsi="Times New Roman"/>
              </w:rPr>
              <w:t>KV115905</w:t>
            </w:r>
          </w:p>
          <w:p w14:paraId="6B1C5EE2" w14:textId="77777777" w:rsidR="00FB0C46" w:rsidRPr="00F966B4" w:rsidRDefault="00FB0C46" w:rsidP="00FB0C46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A70F83E" w14:textId="77777777" w:rsidR="00FB0C46" w:rsidRPr="00F966B4" w:rsidRDefault="00FB0C46" w:rsidP="00FB0C46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1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F02AFB" w14:textId="0AE22898" w:rsidR="00FB0C46" w:rsidRPr="00EA665A" w:rsidRDefault="00FB0C46" w:rsidP="00FB0C46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4256CB">
              <w:rPr>
                <w:rFonts w:ascii="Times New Roman" w:hAnsi="Times New Roman"/>
                <w:color w:val="000000"/>
                <w:spacing w:val="2"/>
              </w:rPr>
              <w:t>1075505</w:t>
            </w:r>
          </w:p>
          <w:p w14:paraId="4CDE9762" w14:textId="50C627FD" w:rsidR="00FB0C46" w:rsidRDefault="00043598" w:rsidP="004256CB">
            <w:pPr>
              <w:rPr>
                <w:rFonts w:ascii="Times New Roman" w:hAnsi="Times New Roman"/>
                <w:lang w:val="et-EE"/>
              </w:rPr>
            </w:pPr>
            <w:hyperlink r:id="rId13" w:history="1">
              <w:r w:rsidRPr="006263DB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https://pari.kataster.ee/magic-link/1dc6825e-9663-4c84-90c7-af20cacacf3a</w:t>
              </w:r>
            </w:hyperlink>
          </w:p>
          <w:p w14:paraId="1120973F" w14:textId="77777777" w:rsidR="00043598" w:rsidRDefault="00043598" w:rsidP="004256CB">
            <w:pPr>
              <w:rPr>
                <w:rFonts w:ascii="Times New Roman" w:hAnsi="Times New Roman"/>
                <w:lang w:val="et-EE"/>
              </w:rPr>
            </w:pPr>
          </w:p>
          <w:p w14:paraId="1EDDACD9" w14:textId="3E5B3280" w:rsidR="006861F8" w:rsidRPr="005C2D13" w:rsidRDefault="006861F8" w:rsidP="004256CB">
            <w:pPr>
              <w:rPr>
                <w:rFonts w:ascii="Times New Roman" w:hAnsi="Times New Roman"/>
                <w:lang w:val="et-EE"/>
              </w:rPr>
            </w:pPr>
          </w:p>
        </w:tc>
      </w:tr>
      <w:tr w:rsidR="007B26A1" w:rsidRPr="008E5621" w14:paraId="6FB073D6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1199D231" w14:textId="4DFD1CC4" w:rsidR="007B26A1" w:rsidRDefault="00EC1795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552156A0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B051422" w14:textId="13A6CE4F" w:rsidR="007B26A1" w:rsidRPr="008342C4" w:rsidRDefault="00E04976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CE25EA8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5601B6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8C832C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A9129F1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02DF3D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3AF515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D9233C" w14:textId="77777777" w:rsidR="007B26A1" w:rsidRDefault="007B26A1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C299154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58663D3" w14:textId="6DC8AB33" w:rsidR="007B26A1" w:rsidRPr="00FB31D7" w:rsidRDefault="00FB31D7" w:rsidP="00FB31D7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</w:p>
        </w:tc>
      </w:tr>
      <w:tr w:rsidR="007B26A1" w:rsidRPr="000B2E35" w14:paraId="0AB8C64F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F58BEF1" w14:textId="77777777" w:rsidR="007B26A1" w:rsidRPr="000B2E35" w:rsidRDefault="007B26A1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2A38DB0" w14:textId="60A644DD" w:rsidR="00541641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09152A">
              <w:rPr>
                <w:rFonts w:ascii="Times New Roman" w:hAnsi="Times New Roman"/>
                <w:lang w:val="et-EE"/>
              </w:rPr>
              <w:t>402</w:t>
            </w:r>
            <w:r>
              <w:rPr>
                <w:rFonts w:ascii="Times New Roman" w:hAnsi="Times New Roman"/>
                <w:lang w:val="et-EE"/>
              </w:rPr>
              <w:t>:001:0</w:t>
            </w:r>
            <w:r w:rsidR="00A46E76">
              <w:rPr>
                <w:rFonts w:ascii="Times New Roman" w:hAnsi="Times New Roman"/>
                <w:lang w:val="et-EE"/>
              </w:rPr>
              <w:t>150</w:t>
            </w:r>
          </w:p>
          <w:p w14:paraId="377F92D9" w14:textId="6D483DE1" w:rsidR="00541641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09152A">
              <w:rPr>
                <w:rFonts w:ascii="Times New Roman" w:hAnsi="Times New Roman"/>
                <w:lang w:val="et-EE"/>
              </w:rPr>
              <w:t>11</w:t>
            </w:r>
            <w:r w:rsidR="00A46E76">
              <w:rPr>
                <w:rFonts w:ascii="Times New Roman" w:hAnsi="Times New Roman"/>
                <w:lang w:val="et-EE"/>
              </w:rPr>
              <w:t>3070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5B446359" w14:textId="3861D8BE" w:rsidR="00710AE7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>:</w:t>
            </w:r>
            <w:r w:rsidR="00FA4C83">
              <w:rPr>
                <w:rFonts w:ascii="Times New Roman" w:hAnsi="Times New Roman"/>
                <w:color w:val="000000" w:themeColor="text1"/>
                <w:lang w:val="et-EE"/>
              </w:rPr>
              <w:t xml:space="preserve"> </w:t>
            </w:r>
            <w:r w:rsidR="000A661D" w:rsidRPr="00435829">
              <w:rPr>
                <w:rFonts w:ascii="Times New Roman" w:hAnsi="Times New Roman"/>
              </w:rPr>
              <w:t>KV78603</w:t>
            </w:r>
          </w:p>
          <w:p w14:paraId="63D49F52" w14:textId="4CFE8515" w:rsidR="00541641" w:rsidRPr="00F966B4" w:rsidRDefault="00541641" w:rsidP="00541641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EF10845" w14:textId="6AA4E424" w:rsidR="00541641" w:rsidRPr="00F966B4" w:rsidRDefault="00541641" w:rsidP="00541641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AF5AFC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FD72618" w14:textId="5B4E19F1" w:rsidR="00541641" w:rsidRDefault="00541641" w:rsidP="00541641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3F6D96">
              <w:rPr>
                <w:rFonts w:ascii="Times New Roman" w:hAnsi="Times New Roman"/>
              </w:rPr>
              <w:t xml:space="preserve">1075525 </w:t>
            </w:r>
            <w:hyperlink r:id="rId14" w:history="1">
              <w:r w:rsidR="00B74376" w:rsidRPr="006263DB">
                <w:rPr>
                  <w:rStyle w:val="Hyperlink"/>
                  <w:rFonts w:ascii="Times New Roman" w:hAnsi="Times New Roman"/>
                </w:rPr>
                <w:t>https://pari.kataster.ee/magic-link/94dc48b0-dacb-4c2a-b2b9-a8cd14703b4a</w:t>
              </w:r>
            </w:hyperlink>
          </w:p>
          <w:p w14:paraId="13A06113" w14:textId="77777777" w:rsidR="007B26A1" w:rsidRPr="000B2E35" w:rsidRDefault="007B26A1" w:rsidP="003875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DA0586" w:rsidRPr="000B2E35" w14:paraId="7547129A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D3CF1A3" w14:textId="5CAA19FA" w:rsidR="00DA058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3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60EA73E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B32FC19" w14:textId="72CE3054" w:rsidR="00DA058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3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5DFE073F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68F69E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6C9F978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D7443FE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61211F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9405E6D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5737655" w14:textId="77777777" w:rsidR="00DA0586" w:rsidRDefault="00DA058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98F62BD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BE7C396" w14:textId="57EBA5AC" w:rsidR="00DA0586" w:rsidRPr="008E5621" w:rsidRDefault="00693871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DA0586" w:rsidRPr="000B2E35" w14:paraId="2D1B1959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42A1983A" w14:textId="77777777" w:rsidR="00DA0586" w:rsidRPr="000B2E35" w:rsidRDefault="00DA058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5023E22" w14:textId="31079585" w:rsidR="00C24E52" w:rsidRDefault="00C24E52" w:rsidP="00C24E5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FD5FA8">
              <w:rPr>
                <w:rFonts w:ascii="Times New Roman" w:hAnsi="Times New Roman"/>
                <w:lang w:val="et-EE"/>
              </w:rPr>
              <w:t>402</w:t>
            </w:r>
            <w:r>
              <w:rPr>
                <w:rFonts w:ascii="Times New Roman" w:hAnsi="Times New Roman"/>
                <w:lang w:val="et-EE"/>
              </w:rPr>
              <w:t>:001:0</w:t>
            </w:r>
            <w:r w:rsidR="00CF3546">
              <w:rPr>
                <w:rFonts w:ascii="Times New Roman" w:hAnsi="Times New Roman"/>
                <w:lang w:val="et-EE"/>
              </w:rPr>
              <w:t>001</w:t>
            </w:r>
          </w:p>
          <w:p w14:paraId="12166B3B" w14:textId="7AC751C1" w:rsidR="00C24E52" w:rsidRDefault="00C24E52" w:rsidP="00C24E5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C33F38">
              <w:rPr>
                <w:rFonts w:ascii="Times New Roman" w:hAnsi="Times New Roman"/>
                <w:lang w:val="et-EE"/>
              </w:rPr>
              <w:t>113184</w:t>
            </w:r>
            <w:r w:rsidR="00452971">
              <w:rPr>
                <w:rFonts w:ascii="Times New Roman" w:hAnsi="Times New Roman"/>
                <w:lang w:val="et-EE"/>
              </w:rPr>
              <w:t>50</w:t>
            </w:r>
          </w:p>
          <w:p w14:paraId="400D83A8" w14:textId="7894ECC7" w:rsidR="00655212" w:rsidRDefault="00C24E52" w:rsidP="00C24E52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91425C">
              <w:rPr>
                <w:rFonts w:ascii="Times New Roman" w:hAnsi="Times New Roman"/>
                <w:color w:val="000000" w:themeColor="text1"/>
                <w:lang w:val="et-EE"/>
              </w:rPr>
              <w:t>KV76450</w:t>
            </w:r>
          </w:p>
          <w:p w14:paraId="3C2E8943" w14:textId="32BAB70F" w:rsidR="00C24E52" w:rsidRPr="00F966B4" w:rsidRDefault="00C24E52" w:rsidP="00C24E52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054A97A" w14:textId="3E2AE0DD" w:rsidR="00C24E52" w:rsidRPr="00F966B4" w:rsidRDefault="00C24E52" w:rsidP="00C24E52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AF5AFC">
              <w:rPr>
                <w:rFonts w:ascii="Times New Roman" w:hAnsi="Times New Roman"/>
                <w:lang w:val="et-EE"/>
              </w:rPr>
              <w:t>3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7B9CB7E8" w14:textId="77777777" w:rsidR="00DA0586" w:rsidRDefault="00C24E52" w:rsidP="00C24E52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A2096E">
              <w:rPr>
                <w:rFonts w:ascii="Times New Roman" w:hAnsi="Times New Roman"/>
                <w:lang w:val="et-EE"/>
              </w:rPr>
              <w:t>1075530</w:t>
            </w:r>
          </w:p>
          <w:p w14:paraId="0CE603B6" w14:textId="0B4FA529" w:rsidR="00A2096E" w:rsidRDefault="001B0ACF" w:rsidP="00C24E52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5" w:history="1">
              <w:r w:rsidRPr="006263DB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https://pari.kataster.ee/magic-link/fffba57d-9d26-4ee8-b697-f64df9a1b854</w:t>
              </w:r>
            </w:hyperlink>
          </w:p>
          <w:p w14:paraId="4C59D3B1" w14:textId="6560C11E" w:rsidR="001B0ACF" w:rsidRPr="000B2E35" w:rsidRDefault="001B0ACF" w:rsidP="00C24E52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DA0586" w:rsidRPr="008E5621" w14:paraId="30BCAC09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3A84254" w14:textId="6A203437" w:rsidR="00DA058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4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69053F92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0964A094" w14:textId="7981F23C" w:rsidR="00DA058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4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74710DC0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0298399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AA605F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A3FE38A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0092CD5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B09990E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A419856" w14:textId="77777777" w:rsidR="00DA0586" w:rsidRDefault="00DA058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17DF23D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4E1C384" w14:textId="47859943" w:rsidR="00DA0586" w:rsidRDefault="00693871" w:rsidP="000A79DC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4 Tallinn-Pärnu-Ikla tee </w:t>
            </w:r>
          </w:p>
          <w:p w14:paraId="441690C5" w14:textId="77777777" w:rsidR="00DA0586" w:rsidRPr="008E5621" w:rsidRDefault="00DA0586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DA0586" w:rsidRPr="000B2E35" w14:paraId="0BAC7F14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120A046" w14:textId="77777777" w:rsidR="00DA0586" w:rsidRPr="000B2E35" w:rsidRDefault="00DA058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0FD3BC6" w14:textId="0D3955CC" w:rsidR="00AF5AFC" w:rsidRDefault="00AF5AFC" w:rsidP="00AF5A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</w:t>
            </w:r>
            <w:r w:rsidR="00BA13FD">
              <w:rPr>
                <w:rFonts w:ascii="Times New Roman" w:hAnsi="Times New Roman"/>
                <w:lang w:val="et-EE"/>
              </w:rPr>
              <w:t>893</w:t>
            </w:r>
          </w:p>
          <w:p w14:paraId="6DEB01E1" w14:textId="0F555C9B" w:rsidR="00AF5AFC" w:rsidRDefault="00AF5AFC" w:rsidP="00AF5A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2588</w:t>
            </w:r>
            <w:r w:rsidR="00BA13FD">
              <w:rPr>
                <w:rFonts w:ascii="Times New Roman" w:hAnsi="Times New Roman"/>
                <w:lang w:val="et-EE"/>
              </w:rPr>
              <w:t>92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2EA4DD6B" w14:textId="69EF2FC3" w:rsidR="00F949DC" w:rsidRDefault="00AF5AFC" w:rsidP="00AF5AFC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630254">
              <w:rPr>
                <w:rFonts w:ascii="Times New Roman" w:hAnsi="Times New Roman"/>
                <w:color w:val="000000" w:themeColor="text1"/>
                <w:lang w:val="et-EE"/>
              </w:rPr>
              <w:t>KV1169</w:t>
            </w:r>
            <w:r w:rsidR="00060DBE">
              <w:rPr>
                <w:rFonts w:ascii="Times New Roman" w:hAnsi="Times New Roman"/>
                <w:color w:val="000000" w:themeColor="text1"/>
                <w:lang w:val="et-EE"/>
              </w:rPr>
              <w:t>34</w:t>
            </w:r>
          </w:p>
          <w:p w14:paraId="6BB4049B" w14:textId="3796C8DF" w:rsidR="00AF5AFC" w:rsidRPr="00F966B4" w:rsidRDefault="00AF5AFC" w:rsidP="00AF5AFC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74218F7D" w14:textId="09FF6E1C" w:rsidR="00AF5AFC" w:rsidRPr="00F966B4" w:rsidRDefault="00AF5AFC" w:rsidP="00AF5AFC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4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8051095" w14:textId="77777777" w:rsidR="00DA0586" w:rsidRDefault="00AF5AFC" w:rsidP="00414466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060DBE" w:rsidRPr="00060DBE">
              <w:rPr>
                <w:rFonts w:ascii="Times New Roman" w:hAnsi="Times New Roman"/>
                <w:color w:val="000000"/>
                <w:spacing w:val="2"/>
              </w:rPr>
              <w:t>1075532</w:t>
            </w:r>
          </w:p>
          <w:p w14:paraId="44ED219F" w14:textId="32B8081B" w:rsidR="00060DBE" w:rsidRDefault="00A63477" w:rsidP="00414466">
            <w:pPr>
              <w:rPr>
                <w:rFonts w:ascii="Times New Roman" w:hAnsi="Times New Roman"/>
                <w:lang w:val="et-EE"/>
              </w:rPr>
            </w:pPr>
            <w:hyperlink r:id="rId16" w:history="1">
              <w:r w:rsidRPr="006263DB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https://pari.kataster.ee/magic-link/0052b878-f3ce-42f7-97bd-5d1b840cdd0e</w:t>
              </w:r>
            </w:hyperlink>
          </w:p>
          <w:p w14:paraId="1133CF83" w14:textId="70411267" w:rsidR="00A63477" w:rsidRPr="00414466" w:rsidRDefault="00A63477" w:rsidP="00414466">
            <w:pPr>
              <w:rPr>
                <w:rFonts w:ascii="Times New Roman" w:hAnsi="Times New Roman"/>
                <w:lang w:val="et-EE"/>
              </w:rPr>
            </w:pPr>
          </w:p>
        </w:tc>
      </w:tr>
    </w:tbl>
    <w:p w14:paraId="7393D55D" w14:textId="77777777" w:rsidR="00DA0586" w:rsidRPr="007127AD" w:rsidRDefault="00DA0586" w:rsidP="00DA058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E04976" w:rsidRPr="000B2E35" w14:paraId="0E5130AE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3E57780" w14:textId="1782E720" w:rsidR="00E04976" w:rsidRDefault="0053349E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5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15261BDB" w14:textId="77777777" w:rsidR="00E0497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207566E" w14:textId="7C05B6B6" w:rsidR="00E04976" w:rsidRPr="008342C4" w:rsidRDefault="0053349E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5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1E8BAACE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246997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2F3AE01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96748C9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A601A7D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E51496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6539CE6" w14:textId="77777777" w:rsidR="00E04976" w:rsidRDefault="00E0497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0B71EAA" w14:textId="77777777" w:rsidR="00E04976" w:rsidRPr="008342C4" w:rsidRDefault="00E0497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780FB9A0" w14:textId="75BA2C1D" w:rsidR="00E04976" w:rsidRPr="008E5621" w:rsidRDefault="00693871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lastRenderedPageBreak/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E04976" w:rsidRPr="000B2E35" w14:paraId="269CD5C8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BC538EF" w14:textId="77777777" w:rsidR="00E04976" w:rsidRPr="000B2E35" w:rsidRDefault="00E0497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4E6727BD" w14:textId="74094D97" w:rsidR="00687027" w:rsidRDefault="00687027" w:rsidP="00687027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</w:t>
            </w:r>
            <w:r w:rsidR="000B7177">
              <w:rPr>
                <w:rFonts w:ascii="Times New Roman" w:hAnsi="Times New Roman"/>
                <w:lang w:val="et-EE"/>
              </w:rPr>
              <w:t>902</w:t>
            </w:r>
          </w:p>
          <w:p w14:paraId="666C6F53" w14:textId="75CCA5A5" w:rsidR="00687027" w:rsidRDefault="00687027" w:rsidP="00687027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258</w:t>
            </w:r>
            <w:r w:rsidR="000B4403">
              <w:rPr>
                <w:rFonts w:ascii="Times New Roman" w:hAnsi="Times New Roman"/>
                <w:lang w:val="et-EE"/>
              </w:rPr>
              <w:t>5</w:t>
            </w:r>
            <w:r w:rsidR="000B7177">
              <w:rPr>
                <w:rFonts w:ascii="Times New Roman" w:hAnsi="Times New Roman"/>
                <w:lang w:val="et-EE"/>
              </w:rPr>
              <w:t>40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68F7B20B" w14:textId="6279DBD3" w:rsidR="00687027" w:rsidRDefault="00687027" w:rsidP="00687027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8520DE">
              <w:rPr>
                <w:rFonts w:ascii="Times New Roman" w:hAnsi="Times New Roman"/>
                <w:color w:val="000000" w:themeColor="text1"/>
                <w:lang w:val="et-EE"/>
              </w:rPr>
              <w:t>KV</w:t>
            </w:r>
            <w:r w:rsidR="009D3981">
              <w:rPr>
                <w:rFonts w:ascii="Times New Roman" w:hAnsi="Times New Roman"/>
                <w:color w:val="000000" w:themeColor="text1"/>
                <w:lang w:val="et-EE"/>
              </w:rPr>
              <w:t>116895</w:t>
            </w:r>
          </w:p>
          <w:p w14:paraId="0176499C" w14:textId="77777777" w:rsidR="00687027" w:rsidRPr="00F966B4" w:rsidRDefault="00687027" w:rsidP="00687027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1F29195" w14:textId="4221B2AA" w:rsidR="00687027" w:rsidRPr="00F966B4" w:rsidRDefault="00687027" w:rsidP="00687027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805580">
              <w:rPr>
                <w:rFonts w:ascii="Times New Roman" w:hAnsi="Times New Roman"/>
                <w:lang w:val="et-EE"/>
              </w:rPr>
              <w:t>5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3ADE4EF6" w14:textId="77777777" w:rsidR="00FE138E" w:rsidRDefault="00687027" w:rsidP="009D3981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EA665A">
              <w:rPr>
                <w:rFonts w:ascii="Times New Roman" w:hAnsi="Times New Roman"/>
                <w:lang w:val="et-EE"/>
              </w:rPr>
              <w:lastRenderedPageBreak/>
              <w:t xml:space="preserve">Ruumikuju andmed: </w:t>
            </w:r>
            <w:r w:rsidRPr="00B30994">
              <w:rPr>
                <w:rFonts w:ascii="Times New Roman" w:hAnsi="Times New Roman"/>
                <w:lang w:val="et-EE"/>
              </w:rPr>
              <w:t xml:space="preserve">PARI ID  </w:t>
            </w:r>
            <w:r w:rsidRPr="00B30994">
              <w:rPr>
                <w:rFonts w:ascii="Times New Roman" w:hAnsi="Times New Roman"/>
                <w:color w:val="000000"/>
                <w:spacing w:val="2"/>
              </w:rPr>
              <w:t xml:space="preserve"> </w:t>
            </w:r>
            <w:r w:rsidR="00B30994" w:rsidRPr="00B30994">
              <w:rPr>
                <w:rFonts w:ascii="Times New Roman" w:hAnsi="Times New Roman"/>
                <w:color w:val="000000"/>
                <w:spacing w:val="2"/>
              </w:rPr>
              <w:t>1075536</w:t>
            </w:r>
          </w:p>
          <w:p w14:paraId="6A88E3C4" w14:textId="27EDD732" w:rsidR="00B30994" w:rsidRDefault="0033133C" w:rsidP="009D398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7" w:history="1">
              <w:r w:rsidRPr="006263DB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https://pari.kataster.ee/magic-link/4bbc7c7c-12f5-41ca-b676-363f43779ab0</w:t>
              </w:r>
            </w:hyperlink>
          </w:p>
          <w:p w14:paraId="38260BBB" w14:textId="15454AF6" w:rsidR="0033133C" w:rsidRPr="000B2E35" w:rsidRDefault="0033133C" w:rsidP="009D398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1F3BDD1E" w14:textId="77777777" w:rsidR="00B74D4B" w:rsidRPr="007127AD" w:rsidRDefault="00B74D4B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C524329" w14:textId="77777777" w:rsidR="00036BF3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</w:t>
      </w:r>
      <w:r w:rsidR="00036BF3">
        <w:rPr>
          <w:rFonts w:ascii="Times New Roman" w:eastAsia="Calibri" w:hAnsi="Times New Roman"/>
          <w:sz w:val="22"/>
          <w:szCs w:val="22"/>
          <w:lang w:val="et-EE"/>
        </w:rPr>
        <w:t>,</w:t>
      </w: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p w14:paraId="25753A21" w14:textId="77777777" w:rsidR="00036BF3" w:rsidRDefault="00036BF3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E74600" w:rsidR="00963490" w:rsidRDefault="00C712E9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D803A" w14:textId="77777777" w:rsidR="006A6822" w:rsidRDefault="006A6822">
      <w:r>
        <w:separator/>
      </w:r>
    </w:p>
  </w:endnote>
  <w:endnote w:type="continuationSeparator" w:id="0">
    <w:p w14:paraId="6BDB6FD9" w14:textId="77777777" w:rsidR="006A6822" w:rsidRDefault="006A6822">
      <w:r>
        <w:continuationSeparator/>
      </w:r>
    </w:p>
  </w:endnote>
  <w:endnote w:type="continuationNotice" w:id="1">
    <w:p w14:paraId="38937CA4" w14:textId="77777777" w:rsidR="006A6822" w:rsidRDefault="006A6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35CA" w14:textId="77777777" w:rsidR="006A6822" w:rsidRDefault="006A6822">
      <w:r>
        <w:separator/>
      </w:r>
    </w:p>
  </w:footnote>
  <w:footnote w:type="continuationSeparator" w:id="0">
    <w:p w14:paraId="235EE971" w14:textId="77777777" w:rsidR="006A6822" w:rsidRDefault="006A6822">
      <w:r>
        <w:continuationSeparator/>
      </w:r>
    </w:p>
  </w:footnote>
  <w:footnote w:type="continuationNotice" w:id="1">
    <w:p w14:paraId="0E4C003D" w14:textId="77777777" w:rsidR="006A6822" w:rsidRDefault="006A6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6AB0"/>
    <w:rsid w:val="00007799"/>
    <w:rsid w:val="00020A36"/>
    <w:rsid w:val="00022762"/>
    <w:rsid w:val="00036BF3"/>
    <w:rsid w:val="00037029"/>
    <w:rsid w:val="00043598"/>
    <w:rsid w:val="0004559E"/>
    <w:rsid w:val="00046344"/>
    <w:rsid w:val="000505BA"/>
    <w:rsid w:val="00060DBE"/>
    <w:rsid w:val="000646A2"/>
    <w:rsid w:val="00065054"/>
    <w:rsid w:val="00065E01"/>
    <w:rsid w:val="00067C19"/>
    <w:rsid w:val="0008609B"/>
    <w:rsid w:val="000908D5"/>
    <w:rsid w:val="0009152A"/>
    <w:rsid w:val="00091F39"/>
    <w:rsid w:val="000A661D"/>
    <w:rsid w:val="000B1F81"/>
    <w:rsid w:val="000B417F"/>
    <w:rsid w:val="000B4403"/>
    <w:rsid w:val="000B4850"/>
    <w:rsid w:val="000B57BA"/>
    <w:rsid w:val="000B7177"/>
    <w:rsid w:val="000D48A3"/>
    <w:rsid w:val="000F3E27"/>
    <w:rsid w:val="00102890"/>
    <w:rsid w:val="00103444"/>
    <w:rsid w:val="00104583"/>
    <w:rsid w:val="00111A7D"/>
    <w:rsid w:val="0011775B"/>
    <w:rsid w:val="0013797F"/>
    <w:rsid w:val="00146F8F"/>
    <w:rsid w:val="00155451"/>
    <w:rsid w:val="00162108"/>
    <w:rsid w:val="001719C9"/>
    <w:rsid w:val="00173A13"/>
    <w:rsid w:val="001747DB"/>
    <w:rsid w:val="00176B5D"/>
    <w:rsid w:val="00177D2D"/>
    <w:rsid w:val="001871B2"/>
    <w:rsid w:val="0019253D"/>
    <w:rsid w:val="00194EE7"/>
    <w:rsid w:val="001A275E"/>
    <w:rsid w:val="001A53CB"/>
    <w:rsid w:val="001B0ACF"/>
    <w:rsid w:val="001B2F68"/>
    <w:rsid w:val="001B46D4"/>
    <w:rsid w:val="001C0A3B"/>
    <w:rsid w:val="001D14EF"/>
    <w:rsid w:val="001E0921"/>
    <w:rsid w:val="001E09C8"/>
    <w:rsid w:val="001E2520"/>
    <w:rsid w:val="001E4F95"/>
    <w:rsid w:val="001E686E"/>
    <w:rsid w:val="001F3930"/>
    <w:rsid w:val="002002F0"/>
    <w:rsid w:val="0021186E"/>
    <w:rsid w:val="00215382"/>
    <w:rsid w:val="002157AF"/>
    <w:rsid w:val="00224C62"/>
    <w:rsid w:val="00225172"/>
    <w:rsid w:val="00227AA8"/>
    <w:rsid w:val="00227EE8"/>
    <w:rsid w:val="0023452B"/>
    <w:rsid w:val="002401E8"/>
    <w:rsid w:val="00240960"/>
    <w:rsid w:val="0024234A"/>
    <w:rsid w:val="00251C42"/>
    <w:rsid w:val="00251CBA"/>
    <w:rsid w:val="0026021E"/>
    <w:rsid w:val="0026172F"/>
    <w:rsid w:val="002641F5"/>
    <w:rsid w:val="00266EEB"/>
    <w:rsid w:val="002726A3"/>
    <w:rsid w:val="002732AA"/>
    <w:rsid w:val="00273EF1"/>
    <w:rsid w:val="002935BE"/>
    <w:rsid w:val="002A1036"/>
    <w:rsid w:val="002A18A4"/>
    <w:rsid w:val="002A2B20"/>
    <w:rsid w:val="002A3764"/>
    <w:rsid w:val="002A5626"/>
    <w:rsid w:val="002A5FB1"/>
    <w:rsid w:val="002A61FF"/>
    <w:rsid w:val="002A73A5"/>
    <w:rsid w:val="002B43F1"/>
    <w:rsid w:val="002B7062"/>
    <w:rsid w:val="002C22A3"/>
    <w:rsid w:val="002D45D1"/>
    <w:rsid w:val="002D4D27"/>
    <w:rsid w:val="002D6251"/>
    <w:rsid w:val="002E0EF7"/>
    <w:rsid w:val="002E344F"/>
    <w:rsid w:val="002F07BC"/>
    <w:rsid w:val="002F17E4"/>
    <w:rsid w:val="002F7CB0"/>
    <w:rsid w:val="00300E09"/>
    <w:rsid w:val="0030240C"/>
    <w:rsid w:val="003049D6"/>
    <w:rsid w:val="003073D3"/>
    <w:rsid w:val="0030774F"/>
    <w:rsid w:val="003127FB"/>
    <w:rsid w:val="00316376"/>
    <w:rsid w:val="0033133C"/>
    <w:rsid w:val="00331D8C"/>
    <w:rsid w:val="0033388C"/>
    <w:rsid w:val="003344E3"/>
    <w:rsid w:val="00335CBC"/>
    <w:rsid w:val="00340908"/>
    <w:rsid w:val="00343E7B"/>
    <w:rsid w:val="00344245"/>
    <w:rsid w:val="003452AC"/>
    <w:rsid w:val="00345B55"/>
    <w:rsid w:val="003467AE"/>
    <w:rsid w:val="003504CB"/>
    <w:rsid w:val="003551E2"/>
    <w:rsid w:val="00356E30"/>
    <w:rsid w:val="0035785B"/>
    <w:rsid w:val="00357C22"/>
    <w:rsid w:val="00364003"/>
    <w:rsid w:val="00364590"/>
    <w:rsid w:val="003652BC"/>
    <w:rsid w:val="00365F2B"/>
    <w:rsid w:val="00381AE8"/>
    <w:rsid w:val="00382D66"/>
    <w:rsid w:val="0038757D"/>
    <w:rsid w:val="003A0ECE"/>
    <w:rsid w:val="003B5885"/>
    <w:rsid w:val="003B6B48"/>
    <w:rsid w:val="003B6F35"/>
    <w:rsid w:val="003C0430"/>
    <w:rsid w:val="003C107F"/>
    <w:rsid w:val="003C35F7"/>
    <w:rsid w:val="003D63FD"/>
    <w:rsid w:val="003D782C"/>
    <w:rsid w:val="003E1F15"/>
    <w:rsid w:val="003F5996"/>
    <w:rsid w:val="003F6D96"/>
    <w:rsid w:val="003F7D2C"/>
    <w:rsid w:val="00402D9D"/>
    <w:rsid w:val="00410F15"/>
    <w:rsid w:val="00411223"/>
    <w:rsid w:val="00414466"/>
    <w:rsid w:val="004170C1"/>
    <w:rsid w:val="004256CB"/>
    <w:rsid w:val="00430FA1"/>
    <w:rsid w:val="00431FB9"/>
    <w:rsid w:val="00432C17"/>
    <w:rsid w:val="00435829"/>
    <w:rsid w:val="00436661"/>
    <w:rsid w:val="004373FA"/>
    <w:rsid w:val="004516A1"/>
    <w:rsid w:val="00452971"/>
    <w:rsid w:val="00455E74"/>
    <w:rsid w:val="00470107"/>
    <w:rsid w:val="00477D3F"/>
    <w:rsid w:val="00491AD7"/>
    <w:rsid w:val="0049396A"/>
    <w:rsid w:val="004A7576"/>
    <w:rsid w:val="004C1993"/>
    <w:rsid w:val="004C519D"/>
    <w:rsid w:val="004C5E94"/>
    <w:rsid w:val="004D1D70"/>
    <w:rsid w:val="004E5DD5"/>
    <w:rsid w:val="0050379B"/>
    <w:rsid w:val="00532921"/>
    <w:rsid w:val="00532D2F"/>
    <w:rsid w:val="0053349E"/>
    <w:rsid w:val="00541641"/>
    <w:rsid w:val="005525F7"/>
    <w:rsid w:val="005623AF"/>
    <w:rsid w:val="00566CB9"/>
    <w:rsid w:val="005755DF"/>
    <w:rsid w:val="00581E38"/>
    <w:rsid w:val="00582590"/>
    <w:rsid w:val="00584333"/>
    <w:rsid w:val="00585B08"/>
    <w:rsid w:val="00587211"/>
    <w:rsid w:val="0059529B"/>
    <w:rsid w:val="005A217D"/>
    <w:rsid w:val="005A710F"/>
    <w:rsid w:val="005B1449"/>
    <w:rsid w:val="005B1C18"/>
    <w:rsid w:val="005C16C3"/>
    <w:rsid w:val="005C1966"/>
    <w:rsid w:val="005C24D9"/>
    <w:rsid w:val="005C2D13"/>
    <w:rsid w:val="005C3D4A"/>
    <w:rsid w:val="005C4230"/>
    <w:rsid w:val="005C6BEF"/>
    <w:rsid w:val="005D1655"/>
    <w:rsid w:val="005E3618"/>
    <w:rsid w:val="005F4B87"/>
    <w:rsid w:val="00605B27"/>
    <w:rsid w:val="006135BE"/>
    <w:rsid w:val="00615EB0"/>
    <w:rsid w:val="00625192"/>
    <w:rsid w:val="0062642C"/>
    <w:rsid w:val="00627953"/>
    <w:rsid w:val="00630254"/>
    <w:rsid w:val="0063780B"/>
    <w:rsid w:val="00641E1F"/>
    <w:rsid w:val="00642088"/>
    <w:rsid w:val="00643BDB"/>
    <w:rsid w:val="0064619A"/>
    <w:rsid w:val="006466E4"/>
    <w:rsid w:val="00653BFB"/>
    <w:rsid w:val="00653C57"/>
    <w:rsid w:val="00655212"/>
    <w:rsid w:val="00657B6F"/>
    <w:rsid w:val="0066463C"/>
    <w:rsid w:val="00667F45"/>
    <w:rsid w:val="006736DE"/>
    <w:rsid w:val="00675C5F"/>
    <w:rsid w:val="00675C6D"/>
    <w:rsid w:val="006861F8"/>
    <w:rsid w:val="00687027"/>
    <w:rsid w:val="00693871"/>
    <w:rsid w:val="006A1F05"/>
    <w:rsid w:val="006A27A9"/>
    <w:rsid w:val="006A6822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0AE7"/>
    <w:rsid w:val="007127AD"/>
    <w:rsid w:val="00720856"/>
    <w:rsid w:val="007226A0"/>
    <w:rsid w:val="007341D1"/>
    <w:rsid w:val="00734B0C"/>
    <w:rsid w:val="00740344"/>
    <w:rsid w:val="00754EAC"/>
    <w:rsid w:val="00754F94"/>
    <w:rsid w:val="00755DE3"/>
    <w:rsid w:val="00757CE6"/>
    <w:rsid w:val="0076145D"/>
    <w:rsid w:val="00762288"/>
    <w:rsid w:val="00765D62"/>
    <w:rsid w:val="00765ED3"/>
    <w:rsid w:val="0077377F"/>
    <w:rsid w:val="007816BC"/>
    <w:rsid w:val="00782839"/>
    <w:rsid w:val="0078515B"/>
    <w:rsid w:val="007870BE"/>
    <w:rsid w:val="00793457"/>
    <w:rsid w:val="0079645A"/>
    <w:rsid w:val="007A1D69"/>
    <w:rsid w:val="007B26A1"/>
    <w:rsid w:val="007C6F7A"/>
    <w:rsid w:val="007D457F"/>
    <w:rsid w:val="007E7FBC"/>
    <w:rsid w:val="007F2810"/>
    <w:rsid w:val="007F5D8E"/>
    <w:rsid w:val="00805580"/>
    <w:rsid w:val="00812A56"/>
    <w:rsid w:val="00813EF1"/>
    <w:rsid w:val="00820D09"/>
    <w:rsid w:val="00822BB5"/>
    <w:rsid w:val="0082604D"/>
    <w:rsid w:val="00827163"/>
    <w:rsid w:val="0083430B"/>
    <w:rsid w:val="00834E7B"/>
    <w:rsid w:val="008378CA"/>
    <w:rsid w:val="00840780"/>
    <w:rsid w:val="008520DE"/>
    <w:rsid w:val="00860269"/>
    <w:rsid w:val="0086205E"/>
    <w:rsid w:val="008630EF"/>
    <w:rsid w:val="00865E68"/>
    <w:rsid w:val="008753E8"/>
    <w:rsid w:val="008759E3"/>
    <w:rsid w:val="00886F46"/>
    <w:rsid w:val="00896545"/>
    <w:rsid w:val="00896568"/>
    <w:rsid w:val="008A6F55"/>
    <w:rsid w:val="008B0AB4"/>
    <w:rsid w:val="008C4DA3"/>
    <w:rsid w:val="008C5B01"/>
    <w:rsid w:val="008D2D2A"/>
    <w:rsid w:val="008D3667"/>
    <w:rsid w:val="008D74B5"/>
    <w:rsid w:val="008F2A05"/>
    <w:rsid w:val="008F47F1"/>
    <w:rsid w:val="00901C1A"/>
    <w:rsid w:val="0091258F"/>
    <w:rsid w:val="00912BDF"/>
    <w:rsid w:val="0091425C"/>
    <w:rsid w:val="00924ED0"/>
    <w:rsid w:val="009303BE"/>
    <w:rsid w:val="00930BE5"/>
    <w:rsid w:val="00933269"/>
    <w:rsid w:val="009408B3"/>
    <w:rsid w:val="0094347A"/>
    <w:rsid w:val="00950164"/>
    <w:rsid w:val="00953D1F"/>
    <w:rsid w:val="00962A66"/>
    <w:rsid w:val="00963440"/>
    <w:rsid w:val="00963490"/>
    <w:rsid w:val="00964593"/>
    <w:rsid w:val="00987E89"/>
    <w:rsid w:val="00992B14"/>
    <w:rsid w:val="00992E6A"/>
    <w:rsid w:val="009A0457"/>
    <w:rsid w:val="009A13C1"/>
    <w:rsid w:val="009A6455"/>
    <w:rsid w:val="009B2A88"/>
    <w:rsid w:val="009B40DF"/>
    <w:rsid w:val="009C3F02"/>
    <w:rsid w:val="009D38F3"/>
    <w:rsid w:val="009D3981"/>
    <w:rsid w:val="009D6ED0"/>
    <w:rsid w:val="009E181A"/>
    <w:rsid w:val="00A00C47"/>
    <w:rsid w:val="00A07ACE"/>
    <w:rsid w:val="00A1248E"/>
    <w:rsid w:val="00A17E2A"/>
    <w:rsid w:val="00A2046F"/>
    <w:rsid w:val="00A2096E"/>
    <w:rsid w:val="00A20B1D"/>
    <w:rsid w:val="00A23077"/>
    <w:rsid w:val="00A27416"/>
    <w:rsid w:val="00A33A60"/>
    <w:rsid w:val="00A43A3D"/>
    <w:rsid w:val="00A4450A"/>
    <w:rsid w:val="00A46E76"/>
    <w:rsid w:val="00A565AC"/>
    <w:rsid w:val="00A574DF"/>
    <w:rsid w:val="00A63477"/>
    <w:rsid w:val="00A649D1"/>
    <w:rsid w:val="00A65739"/>
    <w:rsid w:val="00A67711"/>
    <w:rsid w:val="00A8345B"/>
    <w:rsid w:val="00A837AB"/>
    <w:rsid w:val="00A8673B"/>
    <w:rsid w:val="00A96312"/>
    <w:rsid w:val="00AB1DEF"/>
    <w:rsid w:val="00AB1E1D"/>
    <w:rsid w:val="00AE1639"/>
    <w:rsid w:val="00AE238D"/>
    <w:rsid w:val="00AE6B50"/>
    <w:rsid w:val="00AF07A8"/>
    <w:rsid w:val="00AF0CF6"/>
    <w:rsid w:val="00AF5AFC"/>
    <w:rsid w:val="00AF6389"/>
    <w:rsid w:val="00B003A7"/>
    <w:rsid w:val="00B0111F"/>
    <w:rsid w:val="00B017CD"/>
    <w:rsid w:val="00B05AE2"/>
    <w:rsid w:val="00B30994"/>
    <w:rsid w:val="00B33B98"/>
    <w:rsid w:val="00B4021D"/>
    <w:rsid w:val="00B428E8"/>
    <w:rsid w:val="00B46B8F"/>
    <w:rsid w:val="00B4712E"/>
    <w:rsid w:val="00B61872"/>
    <w:rsid w:val="00B709C2"/>
    <w:rsid w:val="00B72E9F"/>
    <w:rsid w:val="00B74376"/>
    <w:rsid w:val="00B74D4B"/>
    <w:rsid w:val="00B845CE"/>
    <w:rsid w:val="00B872F4"/>
    <w:rsid w:val="00B91B48"/>
    <w:rsid w:val="00BA13FD"/>
    <w:rsid w:val="00BA3B23"/>
    <w:rsid w:val="00BA66A4"/>
    <w:rsid w:val="00BA75D5"/>
    <w:rsid w:val="00BB6882"/>
    <w:rsid w:val="00BB7AD2"/>
    <w:rsid w:val="00BC0F91"/>
    <w:rsid w:val="00BD14A4"/>
    <w:rsid w:val="00BE45AA"/>
    <w:rsid w:val="00BF0E4C"/>
    <w:rsid w:val="00BF4038"/>
    <w:rsid w:val="00BF5392"/>
    <w:rsid w:val="00C0020C"/>
    <w:rsid w:val="00C01046"/>
    <w:rsid w:val="00C02D56"/>
    <w:rsid w:val="00C12E95"/>
    <w:rsid w:val="00C14ACD"/>
    <w:rsid w:val="00C22BBE"/>
    <w:rsid w:val="00C24E52"/>
    <w:rsid w:val="00C26AB8"/>
    <w:rsid w:val="00C26BE7"/>
    <w:rsid w:val="00C33F38"/>
    <w:rsid w:val="00C34030"/>
    <w:rsid w:val="00C36E8C"/>
    <w:rsid w:val="00C370CD"/>
    <w:rsid w:val="00C473E5"/>
    <w:rsid w:val="00C526F5"/>
    <w:rsid w:val="00C53640"/>
    <w:rsid w:val="00C564AB"/>
    <w:rsid w:val="00C57ECE"/>
    <w:rsid w:val="00C712AC"/>
    <w:rsid w:val="00C712E9"/>
    <w:rsid w:val="00C775C8"/>
    <w:rsid w:val="00C85B17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11F6"/>
    <w:rsid w:val="00CB31D7"/>
    <w:rsid w:val="00CC5435"/>
    <w:rsid w:val="00CD032B"/>
    <w:rsid w:val="00CD0C92"/>
    <w:rsid w:val="00CD2494"/>
    <w:rsid w:val="00CE4916"/>
    <w:rsid w:val="00CE5616"/>
    <w:rsid w:val="00CE6E1D"/>
    <w:rsid w:val="00CF3546"/>
    <w:rsid w:val="00CF5F86"/>
    <w:rsid w:val="00D00B63"/>
    <w:rsid w:val="00D0223D"/>
    <w:rsid w:val="00D100C4"/>
    <w:rsid w:val="00D106E6"/>
    <w:rsid w:val="00D14728"/>
    <w:rsid w:val="00D25D80"/>
    <w:rsid w:val="00D30B1A"/>
    <w:rsid w:val="00D343E0"/>
    <w:rsid w:val="00D350E3"/>
    <w:rsid w:val="00D4181C"/>
    <w:rsid w:val="00D4327F"/>
    <w:rsid w:val="00D43382"/>
    <w:rsid w:val="00D4458D"/>
    <w:rsid w:val="00D52A56"/>
    <w:rsid w:val="00D56E9B"/>
    <w:rsid w:val="00D5799E"/>
    <w:rsid w:val="00D72CD7"/>
    <w:rsid w:val="00D76435"/>
    <w:rsid w:val="00D7775D"/>
    <w:rsid w:val="00D77FE1"/>
    <w:rsid w:val="00D8006E"/>
    <w:rsid w:val="00D81A71"/>
    <w:rsid w:val="00D821F8"/>
    <w:rsid w:val="00D879EE"/>
    <w:rsid w:val="00D902BD"/>
    <w:rsid w:val="00DA0586"/>
    <w:rsid w:val="00DA4FD5"/>
    <w:rsid w:val="00DA7CDA"/>
    <w:rsid w:val="00DB14F4"/>
    <w:rsid w:val="00DB17D9"/>
    <w:rsid w:val="00DB5A51"/>
    <w:rsid w:val="00DB742D"/>
    <w:rsid w:val="00DC15B9"/>
    <w:rsid w:val="00DC25F8"/>
    <w:rsid w:val="00DC27F1"/>
    <w:rsid w:val="00DC4966"/>
    <w:rsid w:val="00DD1708"/>
    <w:rsid w:val="00DD4DD6"/>
    <w:rsid w:val="00DF0058"/>
    <w:rsid w:val="00DF283A"/>
    <w:rsid w:val="00DF2D6D"/>
    <w:rsid w:val="00DF3E13"/>
    <w:rsid w:val="00E012B8"/>
    <w:rsid w:val="00E0231B"/>
    <w:rsid w:val="00E034F5"/>
    <w:rsid w:val="00E04976"/>
    <w:rsid w:val="00E04B78"/>
    <w:rsid w:val="00E12D42"/>
    <w:rsid w:val="00E2366F"/>
    <w:rsid w:val="00E23C4F"/>
    <w:rsid w:val="00E27A09"/>
    <w:rsid w:val="00E35D89"/>
    <w:rsid w:val="00E366A1"/>
    <w:rsid w:val="00E3783E"/>
    <w:rsid w:val="00E42373"/>
    <w:rsid w:val="00E43B45"/>
    <w:rsid w:val="00E47970"/>
    <w:rsid w:val="00E5525E"/>
    <w:rsid w:val="00E61ADD"/>
    <w:rsid w:val="00E6200E"/>
    <w:rsid w:val="00E77E3A"/>
    <w:rsid w:val="00E9115C"/>
    <w:rsid w:val="00E95ED1"/>
    <w:rsid w:val="00EB2D3D"/>
    <w:rsid w:val="00EB5167"/>
    <w:rsid w:val="00EB79F8"/>
    <w:rsid w:val="00EB7E1A"/>
    <w:rsid w:val="00EC15EB"/>
    <w:rsid w:val="00EC1795"/>
    <w:rsid w:val="00EC6F44"/>
    <w:rsid w:val="00ED26F8"/>
    <w:rsid w:val="00ED393F"/>
    <w:rsid w:val="00EE1352"/>
    <w:rsid w:val="00EF0689"/>
    <w:rsid w:val="00EF56E3"/>
    <w:rsid w:val="00F05A6A"/>
    <w:rsid w:val="00F23CB1"/>
    <w:rsid w:val="00F30F4E"/>
    <w:rsid w:val="00F36373"/>
    <w:rsid w:val="00F36C54"/>
    <w:rsid w:val="00F400F4"/>
    <w:rsid w:val="00F440BD"/>
    <w:rsid w:val="00F50474"/>
    <w:rsid w:val="00F55A60"/>
    <w:rsid w:val="00F629CC"/>
    <w:rsid w:val="00F6678C"/>
    <w:rsid w:val="00F67A7C"/>
    <w:rsid w:val="00F75059"/>
    <w:rsid w:val="00F807EA"/>
    <w:rsid w:val="00F84A7C"/>
    <w:rsid w:val="00F8649D"/>
    <w:rsid w:val="00F87519"/>
    <w:rsid w:val="00F949DC"/>
    <w:rsid w:val="00F94E63"/>
    <w:rsid w:val="00F9746F"/>
    <w:rsid w:val="00FA0448"/>
    <w:rsid w:val="00FA13F3"/>
    <w:rsid w:val="00FA395B"/>
    <w:rsid w:val="00FA4C83"/>
    <w:rsid w:val="00FB0C46"/>
    <w:rsid w:val="00FB2E10"/>
    <w:rsid w:val="00FB31D7"/>
    <w:rsid w:val="00FC0064"/>
    <w:rsid w:val="00FD1C24"/>
    <w:rsid w:val="00FD2413"/>
    <w:rsid w:val="00FD4C31"/>
    <w:rsid w:val="00FD5FA8"/>
    <w:rsid w:val="00FD6116"/>
    <w:rsid w:val="00FE138E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1dc6825e-9663-4c84-90c7-af20cacacf3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hyperlink" Target="https://pari.kataster.ee/magic-link/4bbc7c7c-12f5-41ca-b676-363f43779ab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0052b878-f3ce-42f7-97bd-5d1b840cdd0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fffba57d-9d26-4ee8-b697-f64df9a1b854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94dc48b0-dacb-4c2a-b2b9-a8cd14703b4a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3</Pages>
  <Words>289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2026-01-22T09:49:00Z</dcterms:created>
  <dcterms:modified xsi:type="dcterms:W3CDTF">2026-01-22T09:57:00Z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